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Wzór umowy powierzenia przetwarzania danych - NOWE.docx</dmsv2BaseFileName>
    <dmsv2BaseDisplayName xmlns="http://schemas.microsoft.com/sharepoint/v3">Załącznik nr 6 Wzór umowy powierzenia przetwarzania danych - NOWE</dmsv2BaseDisplayName>
    <dmsv2SWPP2ObjectNumber xmlns="http://schemas.microsoft.com/sharepoint/v3">POST/DYS/OLD/GZ/00144/2026                        </dmsv2SWPP2ObjectNumber>
    <dmsv2SWPP2SumMD5 xmlns="http://schemas.microsoft.com/sharepoint/v3">cb5da1194b9087dc9712595e84922ad4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24158160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JEUP5JKVCYQC-1092029480-20943</_dlc_DocId>
    <_dlc_DocIdUrl xmlns="a19cb1c7-c5c7-46d4-85ae-d83685407bba">
      <Url>https://swpp2.dms.gkpge.pl/sites/41/_layouts/15/DocIdRedir.aspx?ID=JEUP5JKVCYQC-1092029480-20943</Url>
      <Description>JEUP5JKVCYQC-1092029480-20943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E4DC95-11D2-483D-910E-38EB528BE667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A8D51E5-F245-4794-89B7-19314DB1F9C9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90ef6489-83e1-4fe8-b70e-b791a7ff0d02</vt:lpwstr>
  </property>
</Properties>
</file>